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4"/>
        <w:gridCol w:w="248"/>
        <w:gridCol w:w="3832"/>
        <w:gridCol w:w="3832"/>
        <w:gridCol w:w="13"/>
      </w:tblGrid>
      <w:tr w:rsidR="003B7DF9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C328DC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C328DC" w:rsidP="00DD1230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D1230">
              <w:rPr>
                <w:rFonts w:ascii="Arial" w:hAnsi="Arial" w:cs="Arial"/>
                <w:sz w:val="18"/>
                <w:szCs w:val="18"/>
              </w:rPr>
              <w:t>87</w:t>
            </w:r>
          </w:p>
        </w:tc>
      </w:tr>
      <w:tr w:rsidR="003B7DF9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C328DC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D1230">
              <w:rPr>
                <w:rFonts w:ascii="Arial" w:hAnsi="Arial" w:cs="Arial"/>
                <w:noProof/>
                <w:sz w:val="18"/>
                <w:szCs w:val="18"/>
              </w:rPr>
              <w:t>Wednesday, 1 July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764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C328DC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764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DD1230" w:rsidP="00F34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87 Female, bilateral lower leg pain and swelling,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lipodermatosclerosis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Venous duplex please for CVI.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764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9740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1906A2">
        <w:trPr>
          <w:gridAfter w:val="1"/>
          <w:wAfter w:w="13" w:type="dxa"/>
          <w:trHeight w:val="7938"/>
        </w:trPr>
        <w:tc>
          <w:tcPr>
            <w:tcW w:w="9740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DD1230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88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7" o:spid="_x0000_s1026" type="#_x0000_t202" style="position:absolute;left:0;text-align:left;margin-left:4.3pt;margin-top:.9pt;width:99.5pt;height:63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15240" r="17145" b="20955"/>
                      <wp:wrapNone/>
                      <wp:docPr id="87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4E5E0A" id="Freeform 320" o:spid="_x0000_s1026" style="position:absolute;margin-left:134.1pt;margin-top:31.75pt;width:56.1pt;height:290.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" path="m1008,v8,118,114,448,62,708c1018,968,860,1246,698,1560,536,1874,192,2272,96,2592,,2912,74,3166,120,3480v46,314,168,712,252,996c456,4760,568,5004,626,5184v58,180,80,268,96,372c738,5660,730,5734,722,5808e" filled="f" strokecolor="navy" strokeweight="2.2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68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69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0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1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2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3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4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5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6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7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8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9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0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1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2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3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4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5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6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833EFC" id="Group 301" o:spid="_x0000_s1026" style="position:absolute;margin-left:83.7pt;margin-top:3.05pt;width:142.35pt;height:386.75pt;z-index:251653632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67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8E9E33" id="Freeform 322" o:spid="_x0000_s1026" style="position:absolute;margin-left:40.9pt;margin-top:179.7pt;width:7.1pt;height:163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54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55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6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04C7C2" id="Group 269" o:spid="_x0000_s1026" style="position:absolute;margin-left:7.85pt;margin-top:12.5pt;width:85.05pt;height:373.65pt;flip:x;z-index:25165158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4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42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0AC861" id="Group 256" o:spid="_x0000_s1026" style="position:absolute;margin-left:395.95pt;margin-top:12.6pt;width:85.6pt;height:373.65pt;z-index:251650560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40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68FAA" id="Freeform 321" o:spid="_x0000_s1026" style="position:absolute;margin-left:441.9pt;margin-top:177.65pt;width:7.6pt;height:16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02E929" id="Group 282" o:spid="_x0000_s1026" style="position:absolute;margin-left:262.3pt;margin-top:3.05pt;width:142.05pt;height:386.75pt;z-index:251652608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qOEzScAAGT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9685" r="19685" b="1524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2D8A99" id="Freeform 323" o:spid="_x0000_s1026" style="position:absolute;margin-left:297.95pt;margin-top:35.1pt;width:51.8pt;height:29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ahRyBt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3152775</wp:posOffset>
                      </wp:positionH>
                      <wp:positionV relativeFrom="paragraph">
                        <wp:posOffset>-14605</wp:posOffset>
                      </wp:positionV>
                      <wp:extent cx="0" cy="5065395"/>
                      <wp:effectExtent l="43815" t="45085" r="41910" b="42545"/>
                      <wp:wrapNone/>
                      <wp:docPr id="19" name="Line 3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65395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DDDDDD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8BB222" id="Line 32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25pt,-1.15pt" to="248.25pt,3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" strokecolor="#ddd" strokeweight="6pt"/>
                  </w:pict>
                </mc:Fallback>
              </mc:AlternateContent>
            </w:r>
          </w:p>
        </w:tc>
      </w:tr>
      <w:tr w:rsidR="00894682" w:rsidRPr="001906A2" w:rsidTr="001906A2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DD1230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A839B6" id="Group 326" o:spid="_x0000_s1026" style="position:absolute;margin-left:68.7pt;margin-top:1.4pt;width:15.35pt;height:6.85pt;z-index:251660800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DD1230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D7EA44" id="Group 333" o:spid="_x0000_s1026" style="position:absolute;margin-left:212.6pt;margin-top:1.4pt;width:15.35pt;height:6.85pt;z-index:251662848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8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91D69B" id="Group 329" o:spid="_x0000_s1026" style="position:absolute;margin-left:158.2pt;margin-top:1.3pt;width:15.35pt;height:6.75pt;z-index:251661824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AED50D5" id="Line 32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89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0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2C52D4" id="Group 338" o:spid="_x0000_s1026" style="position:absolute;margin-left:309.45pt;margin-top:1.25pt;width:15.35pt;height:7.05pt;z-index:251663872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894682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DD1230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>.</w:t>
            </w:r>
            <w:r w:rsidR="00DD1230">
              <w:rPr>
                <w:rFonts w:ascii="Arial" w:hAnsi="Arial" w:cs="Arial"/>
                <w:sz w:val="18"/>
                <w:szCs w:val="20"/>
              </w:rPr>
              <w:t xml:space="preserve"> Incompetent CFV.</w:t>
            </w:r>
          </w:p>
        </w:tc>
        <w:tc>
          <w:tcPr>
            <w:tcW w:w="388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DD1230" w:rsidRPr="00DD1230" w:rsidRDefault="00DD1230" w:rsidP="001906A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>.</w:t>
            </w:r>
            <w:r>
              <w:rPr>
                <w:rFonts w:ascii="Arial" w:hAnsi="Arial" w:cs="Arial"/>
                <w:sz w:val="18"/>
                <w:szCs w:val="20"/>
              </w:rPr>
              <w:t xml:space="preserve"> Incompetent CFV.</w:t>
            </w:r>
          </w:p>
        </w:tc>
      </w:tr>
      <w:tr w:rsidR="00DD1230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1230" w:rsidRPr="001906A2" w:rsidRDefault="00DD1230" w:rsidP="00DD1230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DD1230" w:rsidRPr="001906A2" w:rsidRDefault="00DD1230" w:rsidP="00DD123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  <w:tc>
          <w:tcPr>
            <w:tcW w:w="3882" w:type="dxa"/>
            <w:shd w:val="clear" w:color="auto" w:fill="auto"/>
          </w:tcPr>
          <w:p w:rsidR="00DD1230" w:rsidRPr="001906A2" w:rsidRDefault="00DD1230" w:rsidP="00DD123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</w:p>
        </w:tc>
      </w:tr>
      <w:tr w:rsidR="00DD1230" w:rsidRPr="001906A2" w:rsidTr="00C84398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1230" w:rsidRPr="001906A2" w:rsidRDefault="00DD1230" w:rsidP="00DD1230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82" w:type="dxa"/>
            <w:shd w:val="clear" w:color="auto" w:fill="auto"/>
            <w:tcMar>
              <w:top w:w="28" w:type="dxa"/>
              <w:bottom w:w="28" w:type="dxa"/>
            </w:tcMar>
          </w:tcPr>
          <w:p w:rsidR="00DD1230" w:rsidRPr="001906A2" w:rsidRDefault="00DD1230" w:rsidP="00DD123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82" w:type="dxa"/>
            <w:shd w:val="clear" w:color="auto" w:fill="auto"/>
          </w:tcPr>
          <w:p w:rsidR="00DD1230" w:rsidRPr="001906A2" w:rsidRDefault="00DD1230" w:rsidP="00DD123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DD1230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1230" w:rsidRDefault="00DD1230" w:rsidP="00DD1230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DD1230" w:rsidRPr="001906A2" w:rsidRDefault="00DD1230" w:rsidP="00DD1230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764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DD1230" w:rsidRDefault="00DD1230" w:rsidP="00DD123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  <w:p w:rsidR="00DD1230" w:rsidRDefault="00DD1230" w:rsidP="00DD123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Cystic structure containing calcified areas in the popliteal fossa </w:t>
            </w: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bilaterally ?Bakers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cyst.</w:t>
            </w:r>
          </w:p>
          <w:p w:rsidR="00DD1230" w:rsidRPr="001906A2" w:rsidRDefault="00DD1230" w:rsidP="00DD123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DD1230" w:rsidRPr="001906A2" w:rsidTr="001906A2">
        <w:trPr>
          <w:gridAfter w:val="1"/>
          <w:wAfter w:w="13" w:type="dxa"/>
        </w:trPr>
        <w:tc>
          <w:tcPr>
            <w:tcW w:w="1976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DD1230" w:rsidRPr="001906A2" w:rsidRDefault="00DD1230" w:rsidP="00DD1230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1906A2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764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DD1230" w:rsidRPr="001906A2" w:rsidRDefault="00DD1230" w:rsidP="00DD1230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1230" w:rsidRDefault="00DD1230">
      <w:r>
        <w:separator/>
      </w:r>
    </w:p>
  </w:endnote>
  <w:endnote w:type="continuationSeparator" w:id="0">
    <w:p w:rsidR="00DD1230" w:rsidRDefault="00DD1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1230" w:rsidRDefault="00DD1230">
      <w:r>
        <w:separator/>
      </w:r>
    </w:p>
  </w:footnote>
  <w:footnote w:type="continuationSeparator" w:id="0">
    <w:p w:rsidR="00DD1230" w:rsidRDefault="00DD1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DD1230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230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7666B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94682"/>
    <w:rsid w:val="008A123B"/>
    <w:rsid w:val="008B22FA"/>
    <w:rsid w:val="008B5D7F"/>
    <w:rsid w:val="008D344E"/>
    <w:rsid w:val="00911F56"/>
    <w:rsid w:val="00937D9E"/>
    <w:rsid w:val="0094691B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6ED4"/>
    <w:rsid w:val="00B62A9E"/>
    <w:rsid w:val="00B67AFA"/>
    <w:rsid w:val="00B77F20"/>
    <w:rsid w:val="00B83663"/>
    <w:rsid w:val="00BB2752"/>
    <w:rsid w:val="00BE4B42"/>
    <w:rsid w:val="00C133B0"/>
    <w:rsid w:val="00C328DC"/>
    <w:rsid w:val="00C32C3B"/>
    <w:rsid w:val="00C44173"/>
    <w:rsid w:val="00C4581A"/>
    <w:rsid w:val="00C46C3E"/>
    <w:rsid w:val="00C47CD3"/>
    <w:rsid w:val="00C5764B"/>
    <w:rsid w:val="00C83F31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230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48DC1563"/>
  <w15:chartTrackingRefBased/>
  <w15:docId w15:val="{8B8CC027-323A-438E-9197-297D007F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Bilateral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CVI</Template>
  <TotalTime>3</TotalTime>
  <Pages>1</Pages>
  <Words>97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1900-01-01T00:00:00Z</cp:lastPrinted>
  <dcterms:created xsi:type="dcterms:W3CDTF">2020-08-07T10:02:00Z</dcterms:created>
  <dcterms:modified xsi:type="dcterms:W3CDTF">2020-08-07T10:02:00Z</dcterms:modified>
  <cp:category>Patient Report</cp:category>
</cp:coreProperties>
</file>